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A8CA7" w14:textId="2CCA0460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28505B3" wp14:editId="64387B04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65D4443C" wp14:editId="1B4A8E5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873738">
        <w:rPr>
          <w:rFonts w:ascii="Segoe Print" w:hAnsi="Segoe Print"/>
          <w:b/>
          <w:sz w:val="24"/>
        </w:rPr>
        <w:t>8</w:t>
      </w:r>
      <w:r w:rsidR="00D51195" w:rsidRPr="0090117B">
        <w:rPr>
          <w:rFonts w:ascii="Segoe Print" w:hAnsi="Segoe Print"/>
          <w:b/>
          <w:sz w:val="24"/>
        </w:rPr>
        <w:t>.</w:t>
      </w:r>
      <w:r w:rsidR="00440C5B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2B2C80B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2A76A8BB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FB144FB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EB03C1B" w14:textId="652C8505" w:rsidR="00E20822" w:rsidRPr="00FB0E81" w:rsidRDefault="007501ED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4A013B">
              <w:rPr>
                <w:rFonts w:ascii="Tahoma" w:hAnsi="Tahoma" w:cs="Tahoma"/>
              </w:rPr>
              <w:t>Share £35 in the ratio 2:3</w:t>
            </w:r>
          </w:p>
        </w:tc>
        <w:tc>
          <w:tcPr>
            <w:tcW w:w="425" w:type="dxa"/>
            <w:tcBorders>
              <w:right w:val="nil"/>
            </w:tcBorders>
          </w:tcPr>
          <w:p w14:paraId="29FEB95E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2C1A11A8" w14:textId="77777777" w:rsidR="00873738" w:rsidRPr="00FF6E01" w:rsidRDefault="00873738" w:rsidP="00873738">
            <w:pPr>
              <w:spacing w:before="120"/>
              <w:rPr>
                <w:rFonts w:ascii="Tahoma" w:eastAsiaTheme="minorEastAsia" w:hAnsi="Tahoma" w:cs="Tahoma"/>
              </w:rPr>
            </w:pPr>
            <w:r w:rsidRPr="00FF6E01">
              <w:rPr>
                <w:rFonts w:ascii="Tahoma" w:hAnsi="Tahoma" w:cs="Tahoma"/>
              </w:rPr>
              <w:t>Work out the perimeter</w:t>
            </w:r>
          </w:p>
          <w:p w14:paraId="7F2430F2" w14:textId="4317ABD5" w:rsidR="00E20822" w:rsidRPr="000A63AF" w:rsidRDefault="00337E6B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 w:rsidRPr="004A013B"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7E27D84D" wp14:editId="59A1FE94">
                  <wp:extent cx="1650670" cy="641268"/>
                  <wp:effectExtent l="0" t="0" r="6985" b="6985"/>
                  <wp:docPr id="21" name="Picture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384" cy="646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0822" w:rsidRPr="00C240D5" w14:paraId="736D2A9A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533C84E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E981EEB" w14:textId="03F09B6C" w:rsidR="00E20822" w:rsidRPr="00C240D5" w:rsidRDefault="00873738" w:rsidP="00505FC9">
            <w:pPr>
              <w:spacing w:before="120" w:after="0"/>
              <w:rPr>
                <w:rFonts w:ascii="Avenir Book" w:hAnsi="Avenir Book"/>
              </w:rPr>
            </w:pPr>
            <w:r w:rsidRPr="00FF6E01">
              <w:rPr>
                <w:rFonts w:ascii="Tahoma" w:hAnsi="Tahoma" w:cs="Tahoma"/>
              </w:rPr>
              <w:t xml:space="preserve">Round </w:t>
            </w:r>
            <w:r w:rsidR="00C73AF3" w:rsidRPr="004A013B">
              <w:rPr>
                <w:rFonts w:ascii="Tahoma" w:eastAsia="Calibri" w:hAnsi="Tahoma" w:cs="Tahoma"/>
                <w:color w:val="000000" w:themeColor="text1"/>
                <w:kern w:val="24"/>
              </w:rPr>
              <w:t xml:space="preserve">27.3682 </w:t>
            </w:r>
            <w:r w:rsidRPr="00FF6E01">
              <w:rPr>
                <w:rFonts w:ascii="Tahoma" w:hAnsi="Tahoma" w:cs="Tahoma"/>
              </w:rPr>
              <w:t>to 2 decimal places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CE6FB42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0441DD4F" w14:textId="77777777" w:rsidR="00873738" w:rsidRPr="004A013B" w:rsidRDefault="00873738" w:rsidP="00873738">
            <w:pPr>
              <w:spacing w:before="120"/>
              <w:rPr>
                <w:rFonts w:ascii="Tahoma" w:hAnsi="Tahoma" w:cs="Tahoma"/>
              </w:rPr>
            </w:pPr>
            <w:r w:rsidRPr="004A013B">
              <w:rPr>
                <w:rFonts w:ascii="Tahoma" w:hAnsi="Tahoma" w:cs="Tahoma"/>
              </w:rPr>
              <w:t xml:space="preserve">What is the mode of </w:t>
            </w:r>
          </w:p>
          <w:p w14:paraId="6DD3DA5E" w14:textId="281A028D" w:rsidR="00E20822" w:rsidRPr="00C240D5" w:rsidRDefault="00FA404C" w:rsidP="00873738">
            <w:pPr>
              <w:spacing w:before="120" w:after="0"/>
              <w:rPr>
                <w:rFonts w:ascii="Avenir Book" w:hAnsi="Avenir Book"/>
              </w:rPr>
            </w:pPr>
            <w:r w:rsidRPr="004A013B">
              <w:rPr>
                <w:rFonts w:ascii="Tahoma" w:hAnsi="Tahoma" w:cs="Tahoma"/>
              </w:rPr>
              <w:t>6  5   4   6   8   4   6   5   3   5</w:t>
            </w:r>
          </w:p>
        </w:tc>
      </w:tr>
      <w:tr w:rsidR="00E20822" w:rsidRPr="00C240D5" w14:paraId="2A59A2FB" w14:textId="77777777" w:rsidTr="00440C5B">
        <w:trPr>
          <w:trHeight w:val="1682"/>
        </w:trPr>
        <w:tc>
          <w:tcPr>
            <w:tcW w:w="421" w:type="dxa"/>
            <w:tcBorders>
              <w:right w:val="nil"/>
            </w:tcBorders>
          </w:tcPr>
          <w:p w14:paraId="3E0849DC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F0656C2" w14:textId="7B19904B" w:rsidR="00873738" w:rsidRPr="00FF6E01" w:rsidRDefault="00440C5B" w:rsidP="00307C10">
            <w:pPr>
              <w:spacing w:before="120"/>
              <w:rPr>
                <w:rFonts w:ascii="Tahoma" w:hAnsi="Tahoma" w:cs="Tahoma"/>
                <w:noProof/>
              </w:rPr>
            </w:pPr>
            <w:r>
              <w:rPr>
                <w:rFonts w:ascii="Avenir Book" w:hAnsi="Avenir Book"/>
                <w:noProof/>
                <w:lang w:eastAsia="en-GB"/>
              </w:rPr>
              <w:drawing>
                <wp:anchor distT="0" distB="0" distL="114300" distR="114300" simplePos="0" relativeHeight="251677696" behindDoc="0" locked="0" layoutInCell="1" allowOverlap="1" wp14:anchorId="02F14D31" wp14:editId="57C462C7">
                  <wp:simplePos x="0" y="0"/>
                  <wp:positionH relativeFrom="column">
                    <wp:posOffset>2711450</wp:posOffset>
                  </wp:positionH>
                  <wp:positionV relativeFrom="paragraph">
                    <wp:posOffset>181610</wp:posOffset>
                  </wp:positionV>
                  <wp:extent cx="1330325" cy="716280"/>
                  <wp:effectExtent l="0" t="0" r="3175" b="0"/>
                  <wp:wrapSquare wrapText="bothSides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32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73738">
              <w:rPr>
                <w:rFonts w:ascii="Tahoma" w:hAnsi="Tahoma" w:cs="Tahoma"/>
                <w:noProof/>
                <w:lang w:eastAsia="en-GB"/>
              </w:rPr>
              <w:t>Calculate the length of</w:t>
            </w:r>
            <w:r w:rsidR="00873738" w:rsidRPr="00FF6E01">
              <w:rPr>
                <w:rFonts w:ascii="Tahoma" w:hAnsi="Tahoma" w:cs="Tahoma"/>
                <w:noProof/>
              </w:rPr>
              <w:t xml:space="preserve"> the hypotenuse</w:t>
            </w:r>
          </w:p>
          <w:p w14:paraId="113B4884" w14:textId="1C8A277C" w:rsidR="007E2C1A" w:rsidRPr="00C240D5" w:rsidRDefault="007E2C1A" w:rsidP="00873738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58125739" wp14:editId="52A8FB46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BCE4569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434998E6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797B7B87" w14:textId="77777777" w:rsidR="00873738" w:rsidRDefault="00873738" w:rsidP="00525119">
      <w:pPr>
        <w:spacing w:after="0"/>
        <w:rPr>
          <w:rFonts w:ascii="Avenir Book" w:hAnsi="Avenir Book"/>
          <w:sz w:val="24"/>
          <w:szCs w:val="24"/>
        </w:rPr>
      </w:pPr>
    </w:p>
    <w:p w14:paraId="31319CE3" w14:textId="77777777" w:rsidR="00440C5B" w:rsidRDefault="00440C5B" w:rsidP="00440C5B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0768" behindDoc="0" locked="0" layoutInCell="1" allowOverlap="1" wp14:anchorId="0ECA0F3C" wp14:editId="78B733D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7" name="Picture 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9744" behindDoc="0" locked="0" layoutInCell="1" allowOverlap="1" wp14:anchorId="274D4834" wp14:editId="5AD7BF3E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8" name="Picture 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8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575C8210" w14:textId="77777777" w:rsidR="00440C5B" w:rsidRDefault="00440C5B" w:rsidP="00440C5B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440C5B" w:rsidRPr="000A63AF" w14:paraId="03D758E0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12F6723D" w14:textId="77777777" w:rsidR="00440C5B" w:rsidRPr="00C240D5" w:rsidRDefault="00440C5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13893A25" w14:textId="77777777" w:rsidR="00440C5B" w:rsidRPr="00FB0E81" w:rsidRDefault="00440C5B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4A013B">
              <w:rPr>
                <w:rFonts w:ascii="Tahoma" w:hAnsi="Tahoma" w:cs="Tahoma"/>
              </w:rPr>
              <w:t>Share £35 in the ratio 2:3</w:t>
            </w:r>
          </w:p>
        </w:tc>
        <w:tc>
          <w:tcPr>
            <w:tcW w:w="425" w:type="dxa"/>
            <w:tcBorders>
              <w:right w:val="nil"/>
            </w:tcBorders>
          </w:tcPr>
          <w:p w14:paraId="128868D3" w14:textId="77777777" w:rsidR="00440C5B" w:rsidRPr="00C240D5" w:rsidRDefault="00440C5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162A0FCA" w14:textId="77777777" w:rsidR="00440C5B" w:rsidRPr="00FF6E01" w:rsidRDefault="00440C5B" w:rsidP="00E01254">
            <w:pPr>
              <w:spacing w:before="120"/>
              <w:rPr>
                <w:rFonts w:ascii="Tahoma" w:eastAsiaTheme="minorEastAsia" w:hAnsi="Tahoma" w:cs="Tahoma"/>
              </w:rPr>
            </w:pPr>
            <w:r w:rsidRPr="00FF6E01">
              <w:rPr>
                <w:rFonts w:ascii="Tahoma" w:hAnsi="Tahoma" w:cs="Tahoma"/>
              </w:rPr>
              <w:t>Work out the perimeter</w:t>
            </w:r>
          </w:p>
          <w:p w14:paraId="66AC8781" w14:textId="77777777" w:rsidR="00440C5B" w:rsidRPr="000A63AF" w:rsidRDefault="00440C5B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 w:rsidRPr="004A013B"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21D08AE3" wp14:editId="586CE661">
                  <wp:extent cx="1650670" cy="641268"/>
                  <wp:effectExtent l="0" t="0" r="6985" b="6985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384" cy="646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0C5B" w:rsidRPr="00C240D5" w14:paraId="5DB4F393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7794A43" w14:textId="77777777" w:rsidR="00440C5B" w:rsidRPr="00C240D5" w:rsidRDefault="00440C5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0322D1B9" w14:textId="77777777" w:rsidR="00440C5B" w:rsidRPr="00C240D5" w:rsidRDefault="00440C5B" w:rsidP="00E01254">
            <w:pPr>
              <w:spacing w:before="120" w:after="0"/>
              <w:rPr>
                <w:rFonts w:ascii="Avenir Book" w:hAnsi="Avenir Book"/>
              </w:rPr>
            </w:pPr>
            <w:r w:rsidRPr="00FF6E01">
              <w:rPr>
                <w:rFonts w:ascii="Tahoma" w:hAnsi="Tahoma" w:cs="Tahoma"/>
              </w:rPr>
              <w:t xml:space="preserve">Round </w:t>
            </w:r>
            <w:r w:rsidRPr="004A013B">
              <w:rPr>
                <w:rFonts w:ascii="Tahoma" w:eastAsia="Calibri" w:hAnsi="Tahoma" w:cs="Tahoma"/>
                <w:color w:val="000000" w:themeColor="text1"/>
                <w:kern w:val="24"/>
              </w:rPr>
              <w:t xml:space="preserve">27.3682 </w:t>
            </w:r>
            <w:r w:rsidRPr="00FF6E01">
              <w:rPr>
                <w:rFonts w:ascii="Tahoma" w:hAnsi="Tahoma" w:cs="Tahoma"/>
              </w:rPr>
              <w:t>to 2 decimal places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9D4508A" w14:textId="77777777" w:rsidR="00440C5B" w:rsidRPr="00C240D5" w:rsidRDefault="00440C5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1122B008" w14:textId="77777777" w:rsidR="00440C5B" w:rsidRPr="004A013B" w:rsidRDefault="00440C5B" w:rsidP="00E01254">
            <w:pPr>
              <w:spacing w:before="120"/>
              <w:rPr>
                <w:rFonts w:ascii="Tahoma" w:hAnsi="Tahoma" w:cs="Tahoma"/>
              </w:rPr>
            </w:pPr>
            <w:r w:rsidRPr="004A013B">
              <w:rPr>
                <w:rFonts w:ascii="Tahoma" w:hAnsi="Tahoma" w:cs="Tahoma"/>
              </w:rPr>
              <w:t xml:space="preserve">What is the mode of </w:t>
            </w:r>
          </w:p>
          <w:p w14:paraId="7AC7CA9D" w14:textId="77777777" w:rsidR="00440C5B" w:rsidRPr="00C240D5" w:rsidRDefault="00440C5B" w:rsidP="00E01254">
            <w:pPr>
              <w:spacing w:before="120" w:after="0"/>
              <w:rPr>
                <w:rFonts w:ascii="Avenir Book" w:hAnsi="Avenir Book"/>
              </w:rPr>
            </w:pPr>
            <w:r w:rsidRPr="004A013B">
              <w:rPr>
                <w:rFonts w:ascii="Tahoma" w:hAnsi="Tahoma" w:cs="Tahoma"/>
              </w:rPr>
              <w:t>6  5   4   6   8   4   6   5   3   5</w:t>
            </w:r>
          </w:p>
        </w:tc>
      </w:tr>
      <w:tr w:rsidR="00440C5B" w:rsidRPr="00C240D5" w14:paraId="7EFEC49F" w14:textId="77777777" w:rsidTr="00E01254">
        <w:trPr>
          <w:trHeight w:val="1682"/>
        </w:trPr>
        <w:tc>
          <w:tcPr>
            <w:tcW w:w="421" w:type="dxa"/>
            <w:tcBorders>
              <w:right w:val="nil"/>
            </w:tcBorders>
          </w:tcPr>
          <w:p w14:paraId="01F14910" w14:textId="77777777" w:rsidR="00440C5B" w:rsidRPr="00C240D5" w:rsidRDefault="00440C5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208CAB8E" w14:textId="77777777" w:rsidR="00440C5B" w:rsidRPr="00FF6E01" w:rsidRDefault="00440C5B" w:rsidP="00E01254">
            <w:pPr>
              <w:spacing w:before="120"/>
              <w:rPr>
                <w:rFonts w:ascii="Tahoma" w:hAnsi="Tahoma" w:cs="Tahoma"/>
                <w:noProof/>
              </w:rPr>
            </w:pPr>
            <w:r>
              <w:rPr>
                <w:rFonts w:ascii="Avenir Book" w:hAnsi="Avenir Book"/>
                <w:noProof/>
                <w:lang w:eastAsia="en-GB"/>
              </w:rPr>
              <w:drawing>
                <wp:anchor distT="0" distB="0" distL="114300" distR="114300" simplePos="0" relativeHeight="251682816" behindDoc="0" locked="0" layoutInCell="1" allowOverlap="1" wp14:anchorId="64CEEEC1" wp14:editId="71AA41F2">
                  <wp:simplePos x="0" y="0"/>
                  <wp:positionH relativeFrom="column">
                    <wp:posOffset>2711450</wp:posOffset>
                  </wp:positionH>
                  <wp:positionV relativeFrom="paragraph">
                    <wp:posOffset>181610</wp:posOffset>
                  </wp:positionV>
                  <wp:extent cx="1330325" cy="716280"/>
                  <wp:effectExtent l="0" t="0" r="3175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32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t>Calculate the length of</w:t>
            </w:r>
            <w:r w:rsidRPr="00FF6E01">
              <w:rPr>
                <w:rFonts w:ascii="Tahoma" w:hAnsi="Tahoma" w:cs="Tahoma"/>
                <w:noProof/>
              </w:rPr>
              <w:t xml:space="preserve"> the hypotenuse</w:t>
            </w:r>
          </w:p>
          <w:p w14:paraId="4F9E17AA" w14:textId="77777777" w:rsidR="00440C5B" w:rsidRPr="00C240D5" w:rsidRDefault="00440C5B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81792" behindDoc="0" locked="0" layoutInCell="1" allowOverlap="1" wp14:anchorId="2BB0C6F8" wp14:editId="37CDDADB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4DCB7D4" w14:textId="77777777" w:rsidR="00873738" w:rsidRDefault="00873738" w:rsidP="00440C5B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873738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738"/>
    <w:rsid w:val="00042907"/>
    <w:rsid w:val="000A43CA"/>
    <w:rsid w:val="000A63AF"/>
    <w:rsid w:val="001826A9"/>
    <w:rsid w:val="00213C21"/>
    <w:rsid w:val="002D5D86"/>
    <w:rsid w:val="00307C10"/>
    <w:rsid w:val="00333535"/>
    <w:rsid w:val="00337E6B"/>
    <w:rsid w:val="003F51D8"/>
    <w:rsid w:val="00440C5B"/>
    <w:rsid w:val="00505FC9"/>
    <w:rsid w:val="00525119"/>
    <w:rsid w:val="0064471D"/>
    <w:rsid w:val="00705472"/>
    <w:rsid w:val="007501ED"/>
    <w:rsid w:val="007B4226"/>
    <w:rsid w:val="007E2C1A"/>
    <w:rsid w:val="00873738"/>
    <w:rsid w:val="0090117B"/>
    <w:rsid w:val="0099142F"/>
    <w:rsid w:val="00AD3C1A"/>
    <w:rsid w:val="00BE7AC9"/>
    <w:rsid w:val="00C240D5"/>
    <w:rsid w:val="00C41860"/>
    <w:rsid w:val="00C73AF3"/>
    <w:rsid w:val="00D51195"/>
    <w:rsid w:val="00DB511B"/>
    <w:rsid w:val="00E20822"/>
    <w:rsid w:val="00E7749A"/>
    <w:rsid w:val="00EC4CCA"/>
    <w:rsid w:val="00FA404C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8B3ED"/>
  <w15:docId w15:val="{7F858FD2-3FC6-2941-8BC4-89ED64C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dcterms:created xsi:type="dcterms:W3CDTF">2019-02-22T19:25:00Z</dcterms:created>
  <dcterms:modified xsi:type="dcterms:W3CDTF">2019-02-22T19:26:00Z</dcterms:modified>
</cp:coreProperties>
</file>